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8B45B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C38B45C" w14:textId="77777777" w:rsidR="00BC0584" w:rsidRDefault="00BC0584" w:rsidP="00BC0584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Pr="00292A26">
        <w:rPr>
          <w:rFonts w:ascii="Arial" w:hAnsi="Arial"/>
        </w:rPr>
        <w:t>ontage-element voor hang-wc</w:t>
      </w:r>
      <w:r>
        <w:rPr>
          <w:rFonts w:ascii="Arial" w:hAnsi="Arial"/>
        </w:rPr>
        <w:t>'s met aansluitmaten volgens NBN EN 33:2011</w:t>
      </w:r>
      <w:r w:rsidR="009D6F06">
        <w:rPr>
          <w:rFonts w:ascii="Arial" w:hAnsi="Arial"/>
        </w:rPr>
        <w:t xml:space="preserve">, </w:t>
      </w:r>
      <w:r w:rsidR="009D6F06" w:rsidRPr="00BF2D2E">
        <w:rPr>
          <w:rFonts w:ascii="Arial" w:hAnsi="Arial"/>
        </w:rPr>
        <w:t>voor een wc-pot met een maximale lengte van 70 cm</w:t>
      </w:r>
      <w:r>
        <w:rPr>
          <w:rFonts w:ascii="Arial" w:hAnsi="Arial"/>
        </w:rPr>
        <w:t>:</w:t>
      </w:r>
    </w:p>
    <w:p w14:paraId="5C38B45D" w14:textId="77777777" w:rsidR="00BC0584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</w:t>
      </w:r>
      <w:r w:rsidRPr="00292A26">
        <w:rPr>
          <w:rFonts w:ascii="Arial" w:hAnsi="Arial"/>
        </w:rPr>
        <w:t xml:space="preserve"> tegen een muur en af te werken met platen</w:t>
      </w:r>
      <w:r>
        <w:rPr>
          <w:rFonts w:ascii="Arial" w:hAnsi="Arial"/>
        </w:rPr>
        <w:t xml:space="preserve"> (gipsplaten, …)</w:t>
      </w:r>
    </w:p>
    <w:p w14:paraId="5C38B45E" w14:textId="77777777" w:rsidR="00BC0584" w:rsidRPr="0022369B" w:rsidRDefault="00BC0584" w:rsidP="00BC0584">
      <w:pPr>
        <w:pStyle w:val="Bulleted2"/>
        <w:rPr>
          <w:rFonts w:ascii="Arial" w:hAnsi="Arial"/>
        </w:rPr>
      </w:pPr>
      <w:r>
        <w:rPr>
          <w:rFonts w:ascii="Arial" w:hAnsi="Arial"/>
        </w:rPr>
        <w:t>voor montage in lichte wanden (vóorzetwanden of scheidingswanden)</w:t>
      </w:r>
    </w:p>
    <w:p w14:paraId="5C38B45F" w14:textId="77777777" w:rsidR="00FC7654" w:rsidRPr="0040770D" w:rsidRDefault="009C7AC8" w:rsidP="00FC7654">
      <w:pPr>
        <w:pStyle w:val="Bulleted1"/>
        <w:rPr>
          <w:rFonts w:ascii="Arial" w:hAnsi="Arial"/>
        </w:rPr>
      </w:pPr>
      <w:r w:rsidRPr="0040770D">
        <w:rPr>
          <w:rFonts w:ascii="Arial" w:hAnsi="Arial"/>
        </w:rPr>
        <w:t>aan de linker- en rechterzijde van het montage-element</w:t>
      </w:r>
      <w:r w:rsidR="00F46C18" w:rsidRPr="0040770D">
        <w:rPr>
          <w:rFonts w:ascii="Arial" w:hAnsi="Arial"/>
        </w:rPr>
        <w:t xml:space="preserve"> zijn houten platen voorzien waarop armsteunen kunnen </w:t>
      </w:r>
      <w:r w:rsidR="0040770D" w:rsidRPr="0040770D">
        <w:rPr>
          <w:rFonts w:ascii="Arial" w:hAnsi="Arial"/>
        </w:rPr>
        <w:t>bevestigd</w:t>
      </w:r>
      <w:r w:rsidR="00F46C18" w:rsidRPr="0040770D">
        <w:rPr>
          <w:rFonts w:ascii="Arial" w:hAnsi="Arial"/>
        </w:rPr>
        <w:t xml:space="preserve"> worden</w:t>
      </w:r>
    </w:p>
    <w:p w14:paraId="5C38B460" w14:textId="77777777" w:rsidR="001B753D" w:rsidRDefault="001B753D" w:rsidP="001B753D">
      <w:pPr>
        <w:pStyle w:val="Bulleted1"/>
        <w:rPr>
          <w:rFonts w:ascii="Arial" w:hAnsi="Arial"/>
        </w:rPr>
      </w:pPr>
      <w:r>
        <w:rPr>
          <w:rFonts w:ascii="Arial" w:hAnsi="Arial"/>
        </w:rPr>
        <w:t>het montage-element heeft muurbevestigingen voor een wanddikte van 17 tot 20 cm zonder beplating</w:t>
      </w:r>
    </w:p>
    <w:p w14:paraId="5C38B462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5C38B463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5C38B464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5C38B465" w14:textId="2C6B7E7E" w:rsidR="00810B4F" w:rsidRPr="00CD5F82" w:rsidRDefault="00810B4F" w:rsidP="00810B4F">
      <w:pPr>
        <w:pStyle w:val="Bulleted2"/>
        <w:rPr>
          <w:rFonts w:ascii="Arial" w:hAnsi="Arial"/>
        </w:rPr>
      </w:pPr>
      <w:r w:rsidRPr="00CD5F82">
        <w:rPr>
          <w:rFonts w:ascii="Arial" w:hAnsi="Arial"/>
        </w:rPr>
        <w:t xml:space="preserve">inbouwspoelreservoir: </w:t>
      </w:r>
      <w:r w:rsidR="00CD5F82">
        <w:rPr>
          <w:rFonts w:ascii="Arial" w:hAnsi="Arial"/>
        </w:rPr>
        <w:br/>
      </w:r>
      <w:r w:rsidRPr="00CD5F82">
        <w:rPr>
          <w:rFonts w:ascii="Arial" w:hAnsi="Arial"/>
        </w:rPr>
        <w:t xml:space="preserve">zie </w:t>
      </w:r>
      <w:r w:rsidR="00CD5F82" w:rsidRPr="0079091F">
        <w:rPr>
          <w:rFonts w:ascii="Arial" w:hAnsi="Arial"/>
        </w:rPr>
        <w:t>GEDETAILLEERDE BESCHRIJVING VAN HET INBOUWSPOELRESERVOIR</w:t>
      </w:r>
    </w:p>
    <w:p w14:paraId="5C38B466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C38B4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8B468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C38B469" w14:textId="77777777" w:rsidR="0080769D" w:rsidRPr="002E7152" w:rsidRDefault="003F4AE3" w:rsidP="00F97930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de 2 zijplaten (18,5 cm x 48,5 cm) zijn van </w:t>
      </w:r>
      <w:r w:rsidR="00F046C5" w:rsidRPr="008652DB">
        <w:rPr>
          <w:rFonts w:ascii="Arial" w:hAnsi="Arial"/>
        </w:rPr>
        <w:t>fineer</w:t>
      </w:r>
      <w:r w:rsidRPr="008652DB">
        <w:rPr>
          <w:rFonts w:ascii="Arial" w:hAnsi="Arial"/>
        </w:rPr>
        <w:t>hout</w:t>
      </w:r>
    </w:p>
    <w:p w14:paraId="5C38B46A" w14:textId="77777777" w:rsidR="004340A3" w:rsidRDefault="004340A3" w:rsidP="004340A3">
      <w:pPr>
        <w:pStyle w:val="Bulleted1"/>
        <w:rPr>
          <w:rFonts w:ascii="Arial" w:hAnsi="Arial"/>
        </w:rPr>
      </w:pPr>
      <w:r>
        <w:rPr>
          <w:rFonts w:ascii="Arial" w:hAnsi="Arial"/>
        </w:rPr>
        <w:t>de voetsteunen, voetsteunplaatjes en muurbevestigingen zijn verzinkt</w:t>
      </w:r>
    </w:p>
    <w:p w14:paraId="5C38B46B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5C38B46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5C38B46D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5C38B46E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5C38B46F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inbouwspoelreservoir </w:t>
      </w:r>
      <w:r w:rsidR="00AA759F">
        <w:rPr>
          <w:rFonts w:ascii="Arial" w:hAnsi="Arial"/>
        </w:rPr>
        <w:t xml:space="preserve">is achter het </w:t>
      </w:r>
      <w:r>
        <w:rPr>
          <w:rFonts w:ascii="Arial" w:hAnsi="Arial"/>
        </w:rPr>
        <w:t>rechthoekige kader van het montage-element</w:t>
      </w:r>
      <w:r w:rsidR="00AA759F">
        <w:rPr>
          <w:rFonts w:ascii="Arial" w:hAnsi="Arial"/>
        </w:rPr>
        <w:t xml:space="preserve"> gemonteerd waarbij het de verticale zijprofielen ervan niet overschrijdt, </w:t>
      </w:r>
      <w:r w:rsidR="004829A7">
        <w:rPr>
          <w:rFonts w:ascii="Arial" w:hAnsi="Arial"/>
        </w:rPr>
        <w:t>z</w:t>
      </w:r>
      <w:r w:rsidR="00AA759F">
        <w:rPr>
          <w:rFonts w:ascii="Arial" w:hAnsi="Arial"/>
        </w:rPr>
        <w:t xml:space="preserve">odat armsteunen </w:t>
      </w:r>
      <w:r w:rsidR="004829A7">
        <w:rPr>
          <w:rFonts w:ascii="Arial" w:hAnsi="Arial"/>
        </w:rPr>
        <w:t xml:space="preserve">gemakkelijk </w:t>
      </w:r>
      <w:r w:rsidR="00AA759F">
        <w:rPr>
          <w:rFonts w:ascii="Arial" w:hAnsi="Arial"/>
        </w:rPr>
        <w:t>naast het montage-element kunnen geïnstalleerd worden</w:t>
      </w:r>
    </w:p>
    <w:p w14:paraId="5C38B470" w14:textId="77777777" w:rsidR="00674AC4" w:rsidRDefault="00674AC4" w:rsidP="00297424">
      <w:pPr>
        <w:pStyle w:val="Bulleted1"/>
        <w:rPr>
          <w:rFonts w:ascii="Arial" w:hAnsi="Arial"/>
        </w:rPr>
      </w:pPr>
      <w:r w:rsidRPr="002E7152">
        <w:rPr>
          <w:rFonts w:ascii="Arial" w:hAnsi="Arial"/>
        </w:rPr>
        <w:t xml:space="preserve">aan elke zijkant </w:t>
      </w:r>
      <w:r w:rsidR="00F339E8" w:rsidRPr="002E7152">
        <w:rPr>
          <w:rFonts w:ascii="Arial" w:hAnsi="Arial"/>
        </w:rPr>
        <w:t xml:space="preserve">is het rechthoekig kader uitgebreid met een bijkomend kader van hetzelfde materiaal, waarin </w:t>
      </w:r>
      <w:r w:rsidR="00AD743F" w:rsidRPr="008652DB">
        <w:rPr>
          <w:rFonts w:ascii="Arial" w:hAnsi="Arial"/>
        </w:rPr>
        <w:t xml:space="preserve">montageplaten van </w:t>
      </w:r>
      <w:r w:rsidR="0089023F" w:rsidRPr="008652DB">
        <w:rPr>
          <w:rFonts w:ascii="Arial" w:hAnsi="Arial"/>
        </w:rPr>
        <w:t>fineer</w:t>
      </w:r>
      <w:r w:rsidR="00F339E8" w:rsidRPr="008652DB">
        <w:rPr>
          <w:rFonts w:ascii="Arial" w:hAnsi="Arial"/>
        </w:rPr>
        <w:t>hout</w:t>
      </w:r>
      <w:r w:rsidR="00F339E8" w:rsidRPr="002E7152">
        <w:rPr>
          <w:rFonts w:ascii="Arial" w:hAnsi="Arial"/>
        </w:rPr>
        <w:t xml:space="preserve"> stevig zijn bevestigd</w:t>
      </w:r>
    </w:p>
    <w:p w14:paraId="5C38B471" w14:textId="77777777" w:rsidR="005A1769" w:rsidRPr="006E488E" w:rsidRDefault="005A1769" w:rsidP="00297424">
      <w:pPr>
        <w:pStyle w:val="Bulleted1"/>
        <w:rPr>
          <w:rFonts w:ascii="Arial" w:hAnsi="Arial"/>
        </w:rPr>
      </w:pPr>
      <w:r w:rsidRPr="006E488E">
        <w:rPr>
          <w:rFonts w:ascii="Arial" w:hAnsi="Arial"/>
        </w:rPr>
        <w:t xml:space="preserve">armsteunen kunnen met houtschroeven direct naast </w:t>
      </w:r>
      <w:r w:rsidR="00C0717D" w:rsidRPr="006E488E">
        <w:rPr>
          <w:rFonts w:ascii="Arial" w:hAnsi="Arial"/>
        </w:rPr>
        <w:t xml:space="preserve">elke kant van </w:t>
      </w:r>
      <w:r w:rsidRPr="006E488E">
        <w:rPr>
          <w:rFonts w:ascii="Arial" w:hAnsi="Arial"/>
        </w:rPr>
        <w:t xml:space="preserve">het spoelreservoir bevestigd worden, de </w:t>
      </w:r>
      <w:r w:rsidR="00C0717D" w:rsidRPr="006E488E">
        <w:rPr>
          <w:rFonts w:ascii="Arial" w:hAnsi="Arial"/>
        </w:rPr>
        <w:t xml:space="preserve">nuttige </w:t>
      </w:r>
      <w:r w:rsidRPr="006E488E">
        <w:rPr>
          <w:rFonts w:ascii="Arial" w:hAnsi="Arial"/>
        </w:rPr>
        <w:t xml:space="preserve">bevestigingszone </w:t>
      </w:r>
      <w:r w:rsidR="00C0717D" w:rsidRPr="006E488E">
        <w:rPr>
          <w:rFonts w:ascii="Arial" w:hAnsi="Arial"/>
        </w:rPr>
        <w:t xml:space="preserve">komt overeen met een tussenafstand tussen deze armsteunen variërend van 44,5 cm tot 79,5 cm, </w:t>
      </w:r>
      <w:r w:rsidR="006E488E" w:rsidRPr="006E488E">
        <w:rPr>
          <w:rFonts w:ascii="Arial" w:hAnsi="Arial"/>
        </w:rPr>
        <w:t xml:space="preserve">waarbij ze </w:t>
      </w:r>
      <w:r w:rsidR="00C0717D" w:rsidRPr="006E488E">
        <w:rPr>
          <w:rFonts w:ascii="Arial" w:hAnsi="Arial"/>
        </w:rPr>
        <w:t>op gelijke afstand van de middellijn van het spoelreservoir</w:t>
      </w:r>
      <w:r w:rsidR="006E488E" w:rsidRPr="006E488E">
        <w:rPr>
          <w:rFonts w:ascii="Arial" w:hAnsi="Arial"/>
        </w:rPr>
        <w:t xml:space="preserve"> staan</w:t>
      </w:r>
    </w:p>
    <w:bookmarkEnd w:id="1"/>
    <w:p w14:paraId="5C38B472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lastRenderedPageBreak/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5C38B473" w14:textId="77777777" w:rsidR="00A72B2D" w:rsidRDefault="00A72B2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zithoogte van de wc-pot kan tijdens de ruwbouwfase met 5 cm verhoogd worden waarbij de totale hoogte van het montage-element gelijk blijft</w:t>
      </w:r>
    </w:p>
    <w:p w14:paraId="5C38B474" w14:textId="40A5B65A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5C38B475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5C38B47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5C38B477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5C38B478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5C38B479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5C38B47A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5C38B47B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 xml:space="preserve">) van PE is verbonden </w:t>
      </w:r>
      <w:r w:rsidR="00DE4642" w:rsidRPr="009B7490">
        <w:rPr>
          <w:rFonts w:ascii="Arial" w:hAnsi="Arial"/>
          <w:lang w:val="nl-BE"/>
        </w:rPr>
        <w:t>met het inbouwspoelreservoir van PE</w:t>
      </w:r>
      <w:r w:rsidR="00DE4642">
        <w:rPr>
          <w:rFonts w:ascii="Arial" w:hAnsi="Arial"/>
          <w:lang w:val="nl-BE"/>
        </w:rPr>
        <w:t xml:space="preserve"> door</w:t>
      </w:r>
      <w:r w:rsidRPr="009B7490">
        <w:rPr>
          <w:rFonts w:ascii="Arial" w:hAnsi="Arial"/>
          <w:lang w:val="nl-BE"/>
        </w:rPr>
        <w:t xml:space="preserve"> een</w:t>
      </w:r>
      <w:r w:rsidR="005B0110">
        <w:rPr>
          <w:rFonts w:ascii="Arial" w:hAnsi="Arial"/>
          <w:lang w:val="nl-BE"/>
        </w:rPr>
        <w:t xml:space="preserve"> steekverbinding</w:t>
      </w:r>
      <w:r w:rsidR="00DE4642">
        <w:rPr>
          <w:rFonts w:ascii="Arial" w:hAnsi="Arial"/>
          <w:lang w:val="nl-BE"/>
        </w:rPr>
        <w:t xml:space="preserve"> met dichting</w:t>
      </w:r>
    </w:p>
    <w:p w14:paraId="5C38B47C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C38B47D" w14:textId="77777777" w:rsidR="00C469C2" w:rsidRPr="00857521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5C38B47E" w14:textId="77777777" w:rsidR="00857521" w:rsidRPr="000431E9" w:rsidRDefault="005A1769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 xml:space="preserve">het montage-element </w:t>
      </w:r>
      <w:r w:rsidR="00DD5796" w:rsidRPr="000431E9">
        <w:rPr>
          <w:rFonts w:ascii="Arial" w:hAnsi="Arial"/>
        </w:rPr>
        <w:t>kan</w:t>
      </w:r>
      <w:r w:rsidRPr="000431E9">
        <w:rPr>
          <w:rFonts w:ascii="Arial" w:hAnsi="Arial"/>
        </w:rPr>
        <w:t xml:space="preserve"> bovenaan op 4 punten bevestigd </w:t>
      </w:r>
      <w:r w:rsidR="00DD5796" w:rsidRPr="000431E9">
        <w:rPr>
          <w:rFonts w:ascii="Arial" w:hAnsi="Arial"/>
        </w:rPr>
        <w:t xml:space="preserve">worden </w:t>
      </w:r>
      <w:r w:rsidRPr="000431E9">
        <w:rPr>
          <w:rFonts w:ascii="Arial" w:hAnsi="Arial"/>
        </w:rPr>
        <w:t>tegen de muur met een</w:t>
      </w:r>
      <w:r w:rsidR="00857521" w:rsidRPr="000431E9">
        <w:rPr>
          <w:rFonts w:ascii="Arial" w:hAnsi="Arial"/>
        </w:rPr>
        <w:t xml:space="preserve"> </w:t>
      </w:r>
      <w:proofErr w:type="spellStart"/>
      <w:r w:rsidR="00857521" w:rsidRPr="000431E9">
        <w:rPr>
          <w:rFonts w:ascii="Arial" w:hAnsi="Arial"/>
        </w:rPr>
        <w:t>muurbevestigingsset</w:t>
      </w:r>
      <w:proofErr w:type="spellEnd"/>
      <w:r w:rsidR="00857521" w:rsidRPr="000431E9">
        <w:rPr>
          <w:rFonts w:ascii="Arial" w:hAnsi="Arial"/>
        </w:rPr>
        <w:t>, uitgerust met 4 metalen muurankers met langs voren traploos, in de diepte instelbare, stelschroeven (M10) voor het instellen van de vóórwanddiepte tussen 17 en 20 cm (zonder afwerkingsplaten)</w:t>
      </w:r>
    </w:p>
    <w:p w14:paraId="5C38B47F" w14:textId="77777777" w:rsidR="005A1769" w:rsidRPr="000431E9" w:rsidRDefault="003F24CC" w:rsidP="00857521">
      <w:pPr>
        <w:pStyle w:val="Bulleted1"/>
        <w:rPr>
          <w:rFonts w:ascii="Arial" w:hAnsi="Arial"/>
        </w:rPr>
      </w:pPr>
      <w:r w:rsidRPr="000431E9">
        <w:rPr>
          <w:rFonts w:ascii="Arial" w:hAnsi="Arial"/>
        </w:rPr>
        <w:t>het montage-element wordt onderaan op 2 punten bevestigd aan de vloer, chape of betonplaat</w:t>
      </w:r>
    </w:p>
    <w:p w14:paraId="5C38B480" w14:textId="77777777" w:rsidR="00857521" w:rsidRPr="00292A26" w:rsidRDefault="00857521" w:rsidP="0085752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5C38B481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5C38B488" w14:textId="77777777" w:rsidTr="00A2047D">
        <w:tc>
          <w:tcPr>
            <w:tcW w:w="1163" w:type="dxa"/>
          </w:tcPr>
          <w:p w14:paraId="5C38B48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C38B483" w14:textId="77777777" w:rsidR="0020639C" w:rsidRPr="00735DE7" w:rsidRDefault="005F5F21" w:rsidP="00157D48">
            <w:pPr>
              <w:jc w:val="right"/>
            </w:pPr>
            <w:r>
              <w:t>88</w:t>
            </w:r>
          </w:p>
        </w:tc>
        <w:tc>
          <w:tcPr>
            <w:tcW w:w="85" w:type="dxa"/>
          </w:tcPr>
          <w:p w14:paraId="5C38B484" w14:textId="77777777" w:rsidR="0020639C" w:rsidRPr="00735DE7" w:rsidRDefault="0020639C" w:rsidP="00157D48"/>
        </w:tc>
        <w:tc>
          <w:tcPr>
            <w:tcW w:w="142" w:type="dxa"/>
          </w:tcPr>
          <w:p w14:paraId="5C38B485" w14:textId="77777777" w:rsidR="0020639C" w:rsidRPr="00735DE7" w:rsidRDefault="0020639C" w:rsidP="00157D48"/>
        </w:tc>
        <w:tc>
          <w:tcPr>
            <w:tcW w:w="142" w:type="dxa"/>
          </w:tcPr>
          <w:p w14:paraId="5C38B486" w14:textId="77777777" w:rsidR="0020639C" w:rsidRPr="00735DE7" w:rsidRDefault="0020639C" w:rsidP="00157D48"/>
        </w:tc>
        <w:tc>
          <w:tcPr>
            <w:tcW w:w="6713" w:type="dxa"/>
          </w:tcPr>
          <w:p w14:paraId="5C38B487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5C38B48F" w14:textId="77777777" w:rsidTr="00A2047D">
        <w:tc>
          <w:tcPr>
            <w:tcW w:w="1163" w:type="dxa"/>
          </w:tcPr>
          <w:p w14:paraId="5C38B489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5C38B48A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5C38B48B" w14:textId="77777777" w:rsidR="0020639C" w:rsidRPr="00735DE7" w:rsidRDefault="0020639C" w:rsidP="00157D48"/>
        </w:tc>
        <w:tc>
          <w:tcPr>
            <w:tcW w:w="142" w:type="dxa"/>
          </w:tcPr>
          <w:p w14:paraId="5C38B48C" w14:textId="77777777" w:rsidR="0020639C" w:rsidRPr="00735DE7" w:rsidRDefault="0020639C" w:rsidP="00157D48"/>
        </w:tc>
        <w:tc>
          <w:tcPr>
            <w:tcW w:w="142" w:type="dxa"/>
          </w:tcPr>
          <w:p w14:paraId="5C38B48D" w14:textId="77777777" w:rsidR="0020639C" w:rsidRPr="00735DE7" w:rsidRDefault="0020639C" w:rsidP="00157D48"/>
        </w:tc>
        <w:tc>
          <w:tcPr>
            <w:tcW w:w="6713" w:type="dxa"/>
          </w:tcPr>
          <w:p w14:paraId="5C38B48E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5C38B496" w14:textId="77777777" w:rsidTr="00A2047D">
        <w:tc>
          <w:tcPr>
            <w:tcW w:w="1163" w:type="dxa"/>
          </w:tcPr>
          <w:p w14:paraId="5C38B490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C38B491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7E0B03"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C38B492" w14:textId="77777777" w:rsidR="0020639C" w:rsidRPr="00735DE7" w:rsidRDefault="0020639C" w:rsidP="00157D48"/>
        </w:tc>
        <w:tc>
          <w:tcPr>
            <w:tcW w:w="142" w:type="dxa"/>
          </w:tcPr>
          <w:p w14:paraId="5C38B493" w14:textId="77777777" w:rsidR="0020639C" w:rsidRPr="00735DE7" w:rsidRDefault="0020639C" w:rsidP="00157D48"/>
        </w:tc>
        <w:tc>
          <w:tcPr>
            <w:tcW w:w="142" w:type="dxa"/>
          </w:tcPr>
          <w:p w14:paraId="5C38B494" w14:textId="77777777" w:rsidR="0020639C" w:rsidRPr="00735DE7" w:rsidRDefault="0020639C" w:rsidP="00157D48"/>
        </w:tc>
        <w:tc>
          <w:tcPr>
            <w:tcW w:w="6713" w:type="dxa"/>
          </w:tcPr>
          <w:p w14:paraId="5C38B495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5C38B497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5C38B498" w14:textId="3051606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3CEB403B" w14:textId="280BECDB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A43BB" w14:textId="6268245C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047C652" w14:textId="6C901D04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FB60B80" w14:textId="77777777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8C1564" w14:textId="491D9F7A" w:rsidR="00727FCE" w:rsidRDefault="00727FC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3B9FFB6" w14:textId="77777777" w:rsidR="00727FCE" w:rsidRPr="000B2641" w:rsidRDefault="00727FCE" w:rsidP="00727FCE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lastRenderedPageBreak/>
        <w:t>GEDETAILLEERDE BESCHRIJVING VAN HET INBOUWSPOELRESERVOIR</w:t>
      </w:r>
    </w:p>
    <w:p w14:paraId="5193C248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C9123D7" w14:textId="77777777" w:rsidR="00727FCE" w:rsidRPr="000B2641" w:rsidRDefault="00727FCE" w:rsidP="00727FCE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0B2641">
        <w:rPr>
          <w:rFonts w:ascii="Arial" w:hAnsi="Arial"/>
          <w:b/>
        </w:rPr>
        <w:t>Algemene beschrijving</w:t>
      </w:r>
      <w:r w:rsidRPr="000B2641">
        <w:rPr>
          <w:rFonts w:ascii="Arial" w:hAnsi="Arial"/>
          <w:b/>
        </w:rPr>
        <w:softHyphen/>
      </w:r>
    </w:p>
    <w:p w14:paraId="5718C73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>k, voor frontbediening</w:t>
      </w:r>
    </w:p>
    <w:p w14:paraId="6C9FA08F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42DF7966" w14:textId="77777777" w:rsidR="00727FCE" w:rsidRPr="00374722" w:rsidRDefault="00727FCE" w:rsidP="00727FCE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124103D1" w14:textId="77777777" w:rsidR="00727FCE" w:rsidRPr="00B64DD5" w:rsidRDefault="00727FCE" w:rsidP="00727FCE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33C2085" w14:textId="77777777" w:rsidR="00727FCE" w:rsidRPr="00981C24" w:rsidRDefault="00727FCE" w:rsidP="00727FCE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4B8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05F8A4BC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Pr="00DC41B0">
        <w:rPr>
          <w:rFonts w:ascii="Arial" w:hAnsi="Arial"/>
        </w:rPr>
        <w:t>e ruwbouw</w:t>
      </w:r>
      <w:r>
        <w:rPr>
          <w:rFonts w:ascii="Arial" w:hAnsi="Arial"/>
        </w:rPr>
        <w:t>bescherming</w:t>
      </w:r>
      <w:r w:rsidRPr="00DC41B0">
        <w:rPr>
          <w:rFonts w:ascii="Arial" w:hAnsi="Arial"/>
        </w:rPr>
        <w:t xml:space="preserve"> is van kunststof SB</w:t>
      </w:r>
    </w:p>
    <w:p w14:paraId="2ED47CC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klokdichting is vervaardigd van siliconenrubber</w:t>
      </w:r>
    </w:p>
    <w:p w14:paraId="28C3351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blauwe delen van de klok zijn van ASA, de witte delen van ABS</w:t>
      </w:r>
    </w:p>
    <w:p w14:paraId="63D844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klokhouder is van SB, de bevestigingsstang van de klokhouder van ABS</w:t>
      </w:r>
    </w:p>
    <w:p w14:paraId="7ABDC6CC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D8071A0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2393E829" w14:textId="77777777" w:rsidR="00727FCE" w:rsidRPr="00FB5AEC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tijdens de vervaardiging van het spoelreservoir wordt het </w:t>
      </w:r>
      <w:r w:rsidRPr="00FB5AEC">
        <w:rPr>
          <w:rFonts w:ascii="Arial" w:hAnsi="Arial"/>
        </w:rPr>
        <w:t>op 2 plaatsen binnenin het reservoir</w:t>
      </w:r>
      <w:r>
        <w:rPr>
          <w:rFonts w:ascii="Arial" w:hAnsi="Arial"/>
        </w:rPr>
        <w:t xml:space="preserve"> verstevigd zonder het aanbrengen van bijkomende stukken</w:t>
      </w:r>
    </w:p>
    <w:p w14:paraId="7C3E28FC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de </w:t>
      </w:r>
      <w:r w:rsidRPr="00FB5AEC">
        <w:rPr>
          <w:rFonts w:ascii="Arial" w:hAnsi="Arial"/>
        </w:rPr>
        <w:t>maximale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>waterinhoud van het reservoir is 7,5 liter</w:t>
      </w:r>
    </w:p>
    <w:p w14:paraId="77B73F4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hoeveelheid spoelwater kan ingesteld worden aan de klok</w:t>
      </w:r>
    </w:p>
    <w:p w14:paraId="4C04ABF7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grote toets van 4 tot 7,5 liter, hiervoor zijn er 5 instellingen</w:t>
      </w:r>
    </w:p>
    <w:p w14:paraId="6A45FCB8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voor de kleine toets van 2 tot 4 liter, hiervoor zijn er 13 instellingen</w:t>
      </w:r>
    </w:p>
    <w:p w14:paraId="19FCFE74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debietmoderator, met 5 instellingen, is </w:t>
      </w:r>
      <w:r w:rsidRPr="00AA32BA">
        <w:rPr>
          <w:rFonts w:ascii="Arial" w:hAnsi="Arial"/>
        </w:rPr>
        <w:t xml:space="preserve">geïntegreerd in </w:t>
      </w:r>
      <w:r>
        <w:rPr>
          <w:rFonts w:ascii="Arial" w:hAnsi="Arial"/>
        </w:rPr>
        <w:t xml:space="preserve">de </w:t>
      </w:r>
      <w:r w:rsidRPr="00AA32BA">
        <w:rPr>
          <w:rFonts w:ascii="Arial" w:hAnsi="Arial"/>
        </w:rPr>
        <w:t>klokhouder</w:t>
      </w:r>
    </w:p>
    <w:p w14:paraId="19BA794A" w14:textId="77777777" w:rsidR="00727FCE" w:rsidRPr="00AA32BA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klok is in de </w:t>
      </w:r>
      <w:r w:rsidRPr="00AA32BA">
        <w:rPr>
          <w:rFonts w:ascii="Arial" w:hAnsi="Arial"/>
        </w:rPr>
        <w:t xml:space="preserve">klokhouder </w:t>
      </w:r>
      <w:r>
        <w:rPr>
          <w:rFonts w:ascii="Arial" w:hAnsi="Arial"/>
        </w:rPr>
        <w:t>geklikt</w:t>
      </w:r>
    </w:p>
    <w:p w14:paraId="21CBDADC" w14:textId="77777777" w:rsidR="00727FCE" w:rsidRPr="00D23943" w:rsidRDefault="00727FCE" w:rsidP="00727FCE">
      <w:pPr>
        <w:pStyle w:val="Bulleted1"/>
        <w:rPr>
          <w:rFonts w:ascii="Arial" w:hAnsi="Arial"/>
        </w:rPr>
      </w:pPr>
      <w:r w:rsidRPr="00D23943">
        <w:rPr>
          <w:rFonts w:ascii="Arial" w:hAnsi="Arial"/>
        </w:rPr>
        <w:t xml:space="preserve">de klokhouder </w:t>
      </w:r>
      <w:r>
        <w:rPr>
          <w:rFonts w:ascii="Arial" w:hAnsi="Arial"/>
        </w:rPr>
        <w:t>heeft een conische profieldichting</w:t>
      </w:r>
    </w:p>
    <w:p w14:paraId="2497EEA2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3AA85FB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6FE2D2CF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6BBE4D4D" w14:textId="77777777" w:rsidR="00727FCE" w:rsidRDefault="00727FCE" w:rsidP="00727FCE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aansluiting</w:t>
      </w:r>
      <w:r>
        <w:rPr>
          <w:rFonts w:ascii="Arial" w:hAnsi="Arial"/>
        </w:rPr>
        <w:t xml:space="preserve"> aan de watertoevoer</w:t>
      </w:r>
      <w:r w:rsidRPr="00292A26">
        <w:rPr>
          <w:rFonts w:ascii="Arial" w:hAnsi="Arial"/>
        </w:rPr>
        <w:t xml:space="preserve">, </w:t>
      </w:r>
      <w:r>
        <w:rPr>
          <w:rFonts w:ascii="Arial" w:hAnsi="Arial"/>
        </w:rPr>
        <w:t xml:space="preserve">in </w:t>
      </w:r>
      <w:r w:rsidRPr="00292A26">
        <w:rPr>
          <w:rFonts w:ascii="Arial" w:hAnsi="Arial"/>
        </w:rPr>
        <w:t xml:space="preserve">R1/2”, </w:t>
      </w:r>
      <w:r>
        <w:rPr>
          <w:rFonts w:ascii="Arial" w:hAnsi="Arial"/>
        </w:rPr>
        <w:t xml:space="preserve">die zich boven en in het midden van het reservoir bevindt, </w:t>
      </w:r>
      <w:r w:rsidRPr="00F06DCA">
        <w:rPr>
          <w:rFonts w:ascii="Arial" w:hAnsi="Arial"/>
        </w:rPr>
        <w:t>kan naar keuze naar achter of naar boven gericht worden</w:t>
      </w:r>
    </w:p>
    <w:p w14:paraId="7EA877C8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mogelijkheid om aan te sluiten aan de watertoevoer zonder gereedschap, met een verbindingsstuk met dichting in plaats van hennep</w:t>
      </w:r>
    </w:p>
    <w:p w14:paraId="20083AC1" w14:textId="77777777" w:rsidR="00727FCE" w:rsidRPr="007704EC" w:rsidRDefault="00727FCE" w:rsidP="00727FCE">
      <w:pPr>
        <w:pStyle w:val="Bulleted1"/>
        <w:rPr>
          <w:rFonts w:ascii="Arial" w:hAnsi="Arial"/>
        </w:rPr>
      </w:pPr>
      <w:r w:rsidRPr="007704EC">
        <w:rPr>
          <w:rFonts w:ascii="Arial" w:hAnsi="Arial"/>
        </w:rPr>
        <w:t>de ruwbouwbescherming, ter hoogte van de opening van de bedieningsplaat, beschermt het reservoir tegen vocht en vuil tijdens de installatie, het beschermdeksel kan geopend en gesloten worden zonder gereedschap</w:t>
      </w:r>
    </w:p>
    <w:p w14:paraId="76C2C4C5" w14:textId="77777777" w:rsidR="00727FCE" w:rsidRPr="005A7699" w:rsidRDefault="00727FCE" w:rsidP="00727FCE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29039E6C" w14:textId="77777777" w:rsidR="00727FCE" w:rsidRPr="00475F84" w:rsidRDefault="00727FCE" w:rsidP="00727FCE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lastRenderedPageBreak/>
        <w:t>de ruwbouwbescherming is van een geribde harde kunststof die zonder gereedschap ingekort wordt in functie van de afwerkingsdikte</w:t>
      </w:r>
    </w:p>
    <w:p w14:paraId="0AE15B98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het overbrengingsmechanisme tussen bedieningsplaat en klok is een apart stuk dat functioneert zonder veren en onafhankelijk van de beschermplaat</w:t>
      </w:r>
    </w:p>
    <w:p w14:paraId="02839F34" w14:textId="77777777" w:rsidR="00727FCE" w:rsidRPr="00C724C8" w:rsidRDefault="00727FCE" w:rsidP="00727FCE">
      <w:pPr>
        <w:pStyle w:val="Bulleted1"/>
        <w:rPr>
          <w:rFonts w:ascii="Arial" w:hAnsi="Arial"/>
        </w:rPr>
      </w:pPr>
      <w:r w:rsidRPr="00C724C8">
        <w:rPr>
          <w:rFonts w:ascii="Arial" w:hAnsi="Arial"/>
        </w:rPr>
        <w:t>minstens 50 jaar beschikbaarheid van wisselstukken</w:t>
      </w:r>
    </w:p>
    <w:p w14:paraId="0E7F3E39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4282CA41" w14:textId="77777777" w:rsidR="00727FCE" w:rsidRDefault="00727FCE" w:rsidP="00727FCE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"-principe, met een dichting zonder naald volgens het tegendrukprincipe</w:t>
      </w:r>
    </w:p>
    <w:p w14:paraId="2E95FD46" w14:textId="77777777" w:rsidR="00727FCE" w:rsidRPr="00821A1F" w:rsidRDefault="00727FCE" w:rsidP="00727FCE">
      <w:pPr>
        <w:pStyle w:val="Bulleted2"/>
        <w:rPr>
          <w:rFonts w:ascii="Arial" w:hAnsi="Arial"/>
        </w:rPr>
      </w:pPr>
      <w:r w:rsidRPr="00821A1F">
        <w:rPr>
          <w:rFonts w:ascii="Arial" w:hAnsi="Arial"/>
        </w:rPr>
        <w:t>ze is bevestigd aan de achterwand van het reservoir om voldoende stabiliteit te hebben</w:t>
      </w:r>
      <w:r>
        <w:rPr>
          <w:rFonts w:ascii="Arial" w:hAnsi="Arial"/>
        </w:rPr>
        <w:t xml:space="preserve"> tijdens de vulling</w:t>
      </w:r>
    </w:p>
    <w:p w14:paraId="4B224237" w14:textId="77777777" w:rsidR="00727FCE" w:rsidRDefault="00727FCE" w:rsidP="00727FCE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7C53255F" w14:textId="77777777" w:rsidR="00727FCE" w:rsidRPr="005D2504" w:rsidRDefault="00727FCE" w:rsidP="00727FCE">
      <w:pPr>
        <w:pStyle w:val="Bulleted2"/>
        <w:rPr>
          <w:rFonts w:ascii="Arial" w:hAnsi="Arial"/>
        </w:rPr>
      </w:pPr>
      <w:r w:rsidRPr="005D2504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CCDB536" w14:textId="77777777" w:rsidR="00727FCE" w:rsidRDefault="00727FCE" w:rsidP="00727FCE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1AAD8A4C" w14:textId="21BA0DE1" w:rsidR="00727FCE" w:rsidRDefault="00727FCE" w:rsidP="00727FCE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0E9F497F" w14:textId="77777777" w:rsidR="00727FCE" w:rsidRPr="00981C24" w:rsidRDefault="00727FCE" w:rsidP="00727FC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727FCE" w:rsidRPr="002F1F73" w14:paraId="53936827" w14:textId="77777777" w:rsidTr="000361F1">
        <w:tc>
          <w:tcPr>
            <w:tcW w:w="1163" w:type="dxa"/>
          </w:tcPr>
          <w:p w14:paraId="0FD35658" w14:textId="77777777" w:rsidR="00727FCE" w:rsidRPr="002F1F73" w:rsidRDefault="00727FCE" w:rsidP="000361F1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9A43334" w14:textId="77777777" w:rsidR="00727FCE" w:rsidRPr="002F1F73" w:rsidRDefault="00727FCE" w:rsidP="000361F1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6B4D256F" w14:textId="77777777" w:rsidR="00727FCE" w:rsidRPr="002F1F73" w:rsidRDefault="00727FCE" w:rsidP="000361F1"/>
        </w:tc>
        <w:tc>
          <w:tcPr>
            <w:tcW w:w="142" w:type="dxa"/>
          </w:tcPr>
          <w:p w14:paraId="09A20179" w14:textId="77777777" w:rsidR="00727FCE" w:rsidRPr="002F1F73" w:rsidRDefault="00727FCE" w:rsidP="000361F1"/>
        </w:tc>
        <w:tc>
          <w:tcPr>
            <w:tcW w:w="142" w:type="dxa"/>
          </w:tcPr>
          <w:p w14:paraId="271F3309" w14:textId="77777777" w:rsidR="00727FCE" w:rsidRPr="002F1F73" w:rsidRDefault="00727FCE" w:rsidP="000361F1"/>
        </w:tc>
        <w:tc>
          <w:tcPr>
            <w:tcW w:w="5300" w:type="dxa"/>
          </w:tcPr>
          <w:p w14:paraId="72F59CF5" w14:textId="77777777" w:rsidR="00727FCE" w:rsidRPr="002F1F73" w:rsidRDefault="00727FCE" w:rsidP="000361F1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727FCE" w:rsidRPr="00346C8E" w14:paraId="1D4400D6" w14:textId="77777777" w:rsidTr="000361F1">
        <w:tc>
          <w:tcPr>
            <w:tcW w:w="1163" w:type="dxa"/>
          </w:tcPr>
          <w:p w14:paraId="590F7177" w14:textId="77777777" w:rsidR="00727FCE" w:rsidRPr="00346C8E" w:rsidRDefault="00727FCE" w:rsidP="000361F1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080BF24" w14:textId="77777777" w:rsidR="00727FCE" w:rsidRPr="00346C8E" w:rsidRDefault="00727FCE" w:rsidP="000361F1">
            <w:pPr>
              <w:jc w:val="right"/>
            </w:pPr>
            <w:r>
              <w:rPr>
                <w:rFonts w:ascii="Arial" w:hAnsi="Arial"/>
              </w:rPr>
              <w:t>5</w:t>
            </w:r>
            <w:r w:rsidRPr="00346C8E">
              <w:rPr>
                <w:rFonts w:ascii="Arial" w:hAnsi="Arial"/>
              </w:rPr>
              <w:t xml:space="preserve">1 </w:t>
            </w:r>
          </w:p>
        </w:tc>
        <w:tc>
          <w:tcPr>
            <w:tcW w:w="85" w:type="dxa"/>
          </w:tcPr>
          <w:p w14:paraId="2631AAE9" w14:textId="77777777" w:rsidR="00727FCE" w:rsidRPr="00346C8E" w:rsidRDefault="00727FCE" w:rsidP="000361F1"/>
        </w:tc>
        <w:tc>
          <w:tcPr>
            <w:tcW w:w="142" w:type="dxa"/>
          </w:tcPr>
          <w:p w14:paraId="5A767686" w14:textId="77777777" w:rsidR="00727FCE" w:rsidRPr="00346C8E" w:rsidRDefault="00727FCE" w:rsidP="000361F1"/>
        </w:tc>
        <w:tc>
          <w:tcPr>
            <w:tcW w:w="142" w:type="dxa"/>
          </w:tcPr>
          <w:p w14:paraId="0DADD045" w14:textId="77777777" w:rsidR="00727FCE" w:rsidRPr="00346C8E" w:rsidRDefault="00727FCE" w:rsidP="000361F1"/>
        </w:tc>
        <w:tc>
          <w:tcPr>
            <w:tcW w:w="5300" w:type="dxa"/>
          </w:tcPr>
          <w:p w14:paraId="601B9585" w14:textId="77777777" w:rsidR="00727FCE" w:rsidRPr="00346C8E" w:rsidRDefault="00727FCE" w:rsidP="000361F1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727FCE" w:rsidRPr="00292A26" w14:paraId="58D4D921" w14:textId="77777777" w:rsidTr="000361F1">
        <w:tc>
          <w:tcPr>
            <w:tcW w:w="1163" w:type="dxa"/>
          </w:tcPr>
          <w:p w14:paraId="54E0CC56" w14:textId="77777777" w:rsidR="00727FCE" w:rsidRPr="00735DE7" w:rsidRDefault="00727FCE" w:rsidP="000361F1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4F0BDABB" w14:textId="77777777" w:rsidR="00727FCE" w:rsidRPr="00735DE7" w:rsidRDefault="00727FCE" w:rsidP="000361F1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4D30975" w14:textId="77777777" w:rsidR="00727FCE" w:rsidRPr="00735DE7" w:rsidRDefault="00727FCE" w:rsidP="000361F1"/>
        </w:tc>
        <w:tc>
          <w:tcPr>
            <w:tcW w:w="142" w:type="dxa"/>
          </w:tcPr>
          <w:p w14:paraId="7F1E98F4" w14:textId="77777777" w:rsidR="00727FCE" w:rsidRPr="00735DE7" w:rsidRDefault="00727FCE" w:rsidP="000361F1"/>
        </w:tc>
        <w:tc>
          <w:tcPr>
            <w:tcW w:w="142" w:type="dxa"/>
          </w:tcPr>
          <w:p w14:paraId="53DEC578" w14:textId="77777777" w:rsidR="00727FCE" w:rsidRPr="00735DE7" w:rsidRDefault="00727FCE" w:rsidP="000361F1"/>
        </w:tc>
        <w:tc>
          <w:tcPr>
            <w:tcW w:w="5300" w:type="dxa"/>
          </w:tcPr>
          <w:p w14:paraId="244A7E1D" w14:textId="77777777" w:rsidR="00727FCE" w:rsidRPr="00292A26" w:rsidRDefault="00727FCE" w:rsidP="000361F1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89AA279" w14:textId="77777777" w:rsidR="00727FCE" w:rsidRDefault="00727FCE" w:rsidP="00727FCE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5032627" w14:textId="77777777" w:rsidR="0000162E" w:rsidRDefault="0000162E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C38B49A" w14:textId="77777777" w:rsidR="000C0EB2" w:rsidRPr="00727FCE" w:rsidRDefault="000C0EB2" w:rsidP="00727FCE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727FCE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0C0EB2" w:rsidRPr="00A75548" w14:paraId="5C38B49E" w14:textId="77777777" w:rsidTr="007966F4">
        <w:trPr>
          <w:trHeight w:hRule="exact" w:val="3402"/>
        </w:trPr>
        <w:tc>
          <w:tcPr>
            <w:tcW w:w="3341" w:type="dxa"/>
            <w:vAlign w:val="bottom"/>
          </w:tcPr>
          <w:p w14:paraId="5C38B49B" w14:textId="77777777" w:rsidR="000C0EB2" w:rsidRPr="00A75548" w:rsidRDefault="007966F4" w:rsidP="006B1C47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C38B4A3" wp14:editId="5C38B4A4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5C38B49C" w14:textId="77777777" w:rsidR="000C0EB2" w:rsidRPr="00A75548" w:rsidRDefault="007966F4" w:rsidP="006B1C47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5" wp14:editId="5C38B4A6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5C38B49D" w14:textId="77777777" w:rsidR="000C0EB2" w:rsidRPr="00A75548" w:rsidRDefault="007966F4" w:rsidP="0080769D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38B4A7" wp14:editId="5C38B4A8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C38B49F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5C38B4A0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E26B3D">
        <w:rPr>
          <w:rFonts w:ascii="Arial" w:hAnsi="Arial" w:cs="Arial"/>
          <w:lang w:val="nl-BE"/>
        </w:rPr>
        <w:t>88</w:t>
      </w:r>
      <w:r w:rsidRPr="00700F00">
        <w:rPr>
          <w:rFonts w:ascii="Arial" w:hAnsi="Arial" w:cs="Arial"/>
          <w:lang w:val="nl-BE"/>
        </w:rPr>
        <w:t xml:space="preserve"> cm (breedte)</w:t>
      </w:r>
    </w:p>
    <w:p w14:paraId="5C38B4A1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5C38B4A2" w14:textId="77777777" w:rsidR="006B1C47" w:rsidRDefault="006B1C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17 cm (dikte)</w:t>
      </w:r>
    </w:p>
    <w:sectPr w:rsidR="006B1C4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8B4AB" w14:textId="77777777" w:rsidR="00F61246" w:rsidRDefault="00F61246">
      <w:r>
        <w:separator/>
      </w:r>
    </w:p>
  </w:endnote>
  <w:endnote w:type="continuationSeparator" w:id="0">
    <w:p w14:paraId="5C38B4AC" w14:textId="77777777" w:rsidR="00F61246" w:rsidRDefault="00F6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B40187" w:rsidRPr="00292A26" w14:paraId="5C38B4B4" w14:textId="77777777">
      <w:tc>
        <w:tcPr>
          <w:tcW w:w="3392" w:type="dxa"/>
        </w:tcPr>
        <w:p w14:paraId="5C38B4B1" w14:textId="28E64D8D" w:rsidR="00B40187" w:rsidRDefault="00B40187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FD532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5C38B4B2" w14:textId="77777777" w:rsidR="00B40187" w:rsidRDefault="00B4018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C38B4B3" w14:textId="77777777" w:rsidR="00B40187" w:rsidRPr="00292A26" w:rsidRDefault="00B4018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C38B4B5" w14:textId="77777777" w:rsidR="00B40187" w:rsidRPr="00292A26" w:rsidRDefault="00B4018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B4A9" w14:textId="77777777" w:rsidR="00F61246" w:rsidRDefault="00F61246">
      <w:r>
        <w:separator/>
      </w:r>
    </w:p>
  </w:footnote>
  <w:footnote w:type="continuationSeparator" w:id="0">
    <w:p w14:paraId="5C38B4AA" w14:textId="77777777" w:rsidR="00F61246" w:rsidRDefault="00F61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B4AE" w14:textId="77777777" w:rsidR="00B40187" w:rsidRPr="00B64DD5" w:rsidRDefault="00B4018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element voor</w:t>
    </w:r>
    <w:r w:rsidRPr="00CA6654">
      <w:rPr>
        <w:rFonts w:ascii="Arial" w:hAnsi="Arial"/>
        <w:b/>
      </w:rPr>
      <w:t xml:space="preserve"> </w:t>
    </w: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C38B4B8" wp14:editId="5C38B4B9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38B4AF" w14:textId="77777777" w:rsidR="00B40187" w:rsidRPr="00B64DD5" w:rsidRDefault="00B4018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toegankelijk bouwen, voor armsteunen,</w:t>
    </w:r>
    <w:r>
      <w:rPr>
        <w:rFonts w:ascii="Arial" w:hAnsi="Arial"/>
        <w:b/>
      </w:rPr>
      <w:br/>
      <w:t>111.375.00.5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42449B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4444063">
    <w:abstractNumId w:val="16"/>
  </w:num>
  <w:num w:numId="2" w16cid:durableId="486749864">
    <w:abstractNumId w:val="22"/>
  </w:num>
  <w:num w:numId="3" w16cid:durableId="999846361">
    <w:abstractNumId w:val="4"/>
  </w:num>
  <w:num w:numId="4" w16cid:durableId="885408194">
    <w:abstractNumId w:val="3"/>
  </w:num>
  <w:num w:numId="5" w16cid:durableId="428549597">
    <w:abstractNumId w:val="13"/>
  </w:num>
  <w:num w:numId="6" w16cid:durableId="829638160">
    <w:abstractNumId w:val="15"/>
  </w:num>
  <w:num w:numId="7" w16cid:durableId="996767149">
    <w:abstractNumId w:val="6"/>
  </w:num>
  <w:num w:numId="8" w16cid:durableId="351423582">
    <w:abstractNumId w:val="19"/>
  </w:num>
  <w:num w:numId="9" w16cid:durableId="1545749767">
    <w:abstractNumId w:val="25"/>
  </w:num>
  <w:num w:numId="10" w16cid:durableId="697127699">
    <w:abstractNumId w:val="2"/>
  </w:num>
  <w:num w:numId="11" w16cid:durableId="1808551195">
    <w:abstractNumId w:val="12"/>
  </w:num>
  <w:num w:numId="12" w16cid:durableId="346635929">
    <w:abstractNumId w:val="11"/>
  </w:num>
  <w:num w:numId="13" w16cid:durableId="452940694">
    <w:abstractNumId w:val="24"/>
  </w:num>
  <w:num w:numId="14" w16cid:durableId="2055080964">
    <w:abstractNumId w:val="7"/>
  </w:num>
  <w:num w:numId="15" w16cid:durableId="1927763617">
    <w:abstractNumId w:val="0"/>
  </w:num>
  <w:num w:numId="16" w16cid:durableId="93792134">
    <w:abstractNumId w:val="10"/>
  </w:num>
  <w:num w:numId="17" w16cid:durableId="324478395">
    <w:abstractNumId w:val="5"/>
  </w:num>
  <w:num w:numId="18" w16cid:durableId="1220019934">
    <w:abstractNumId w:val="20"/>
  </w:num>
  <w:num w:numId="19" w16cid:durableId="1794788857">
    <w:abstractNumId w:val="21"/>
  </w:num>
  <w:num w:numId="20" w16cid:durableId="1945109832">
    <w:abstractNumId w:val="18"/>
  </w:num>
  <w:num w:numId="21" w16cid:durableId="2088648534">
    <w:abstractNumId w:val="17"/>
  </w:num>
  <w:num w:numId="22" w16cid:durableId="840582976">
    <w:abstractNumId w:val="14"/>
  </w:num>
  <w:num w:numId="23" w16cid:durableId="631059386">
    <w:abstractNumId w:val="23"/>
  </w:num>
  <w:num w:numId="24" w16cid:durableId="23867309">
    <w:abstractNumId w:val="8"/>
  </w:num>
  <w:num w:numId="25" w16cid:durableId="1137843929">
    <w:abstractNumId w:val="9"/>
  </w:num>
  <w:num w:numId="26" w16cid:durableId="1852066207">
    <w:abstractNumId w:val="1"/>
  </w:num>
  <w:num w:numId="27" w16cid:durableId="1184323335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35779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162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31E9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CFE"/>
    <w:rsid w:val="000C0B99"/>
    <w:rsid w:val="000C0EB2"/>
    <w:rsid w:val="000C4F0B"/>
    <w:rsid w:val="000C690D"/>
    <w:rsid w:val="000C74C7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53D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E1DC4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A6F2B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152"/>
    <w:rsid w:val="002E764C"/>
    <w:rsid w:val="002F38FE"/>
    <w:rsid w:val="002F3B2A"/>
    <w:rsid w:val="002F3E07"/>
    <w:rsid w:val="002F4915"/>
    <w:rsid w:val="002F50E9"/>
    <w:rsid w:val="002F5BDA"/>
    <w:rsid w:val="002F7BC7"/>
    <w:rsid w:val="0030092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4E92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444E"/>
    <w:rsid w:val="003D62A2"/>
    <w:rsid w:val="003E022F"/>
    <w:rsid w:val="003E149A"/>
    <w:rsid w:val="003E240D"/>
    <w:rsid w:val="003F24CC"/>
    <w:rsid w:val="003F2B0F"/>
    <w:rsid w:val="003F4AE3"/>
    <w:rsid w:val="003F4D6F"/>
    <w:rsid w:val="004046C3"/>
    <w:rsid w:val="004064AB"/>
    <w:rsid w:val="0040662F"/>
    <w:rsid w:val="0040770D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0A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29A7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16DC9"/>
    <w:rsid w:val="00524F1B"/>
    <w:rsid w:val="00532738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769"/>
    <w:rsid w:val="005B0110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21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4A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1C47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4ED"/>
    <w:rsid w:val="006E08F2"/>
    <w:rsid w:val="006E2191"/>
    <w:rsid w:val="006E31FC"/>
    <w:rsid w:val="006E488E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27FCE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66F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B03"/>
    <w:rsid w:val="007E0CBA"/>
    <w:rsid w:val="007E2EA9"/>
    <w:rsid w:val="007E41D5"/>
    <w:rsid w:val="007E6338"/>
    <w:rsid w:val="007F1D48"/>
    <w:rsid w:val="008007D6"/>
    <w:rsid w:val="00801CBD"/>
    <w:rsid w:val="00803B88"/>
    <w:rsid w:val="008053D0"/>
    <w:rsid w:val="0080769D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57521"/>
    <w:rsid w:val="00861264"/>
    <w:rsid w:val="00862F89"/>
    <w:rsid w:val="0086303C"/>
    <w:rsid w:val="0086345B"/>
    <w:rsid w:val="008652DB"/>
    <w:rsid w:val="00865D80"/>
    <w:rsid w:val="00866932"/>
    <w:rsid w:val="008716AB"/>
    <w:rsid w:val="00875129"/>
    <w:rsid w:val="00880473"/>
    <w:rsid w:val="00881D68"/>
    <w:rsid w:val="008838BE"/>
    <w:rsid w:val="00890189"/>
    <w:rsid w:val="0089023F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378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142F"/>
    <w:rsid w:val="009B3DB4"/>
    <w:rsid w:val="009B433A"/>
    <w:rsid w:val="009B4CE3"/>
    <w:rsid w:val="009B7490"/>
    <w:rsid w:val="009B77D8"/>
    <w:rsid w:val="009C028B"/>
    <w:rsid w:val="009C090D"/>
    <w:rsid w:val="009C1414"/>
    <w:rsid w:val="009C1808"/>
    <w:rsid w:val="009C5DAA"/>
    <w:rsid w:val="009C6EC5"/>
    <w:rsid w:val="009C7AC8"/>
    <w:rsid w:val="009D17DB"/>
    <w:rsid w:val="009D3A91"/>
    <w:rsid w:val="009D3B01"/>
    <w:rsid w:val="009D6C73"/>
    <w:rsid w:val="009D6E41"/>
    <w:rsid w:val="009D6F06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2D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59F"/>
    <w:rsid w:val="00AA774A"/>
    <w:rsid w:val="00AC5EF1"/>
    <w:rsid w:val="00AD2BCF"/>
    <w:rsid w:val="00AD6941"/>
    <w:rsid w:val="00AD743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4A28"/>
    <w:rsid w:val="00B2721E"/>
    <w:rsid w:val="00B300DE"/>
    <w:rsid w:val="00B30D07"/>
    <w:rsid w:val="00B31CBF"/>
    <w:rsid w:val="00B34D03"/>
    <w:rsid w:val="00B3607D"/>
    <w:rsid w:val="00B40187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84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2D2E"/>
    <w:rsid w:val="00BF5703"/>
    <w:rsid w:val="00BF5D61"/>
    <w:rsid w:val="00BF5F44"/>
    <w:rsid w:val="00BF6328"/>
    <w:rsid w:val="00C063D7"/>
    <w:rsid w:val="00C064E6"/>
    <w:rsid w:val="00C06870"/>
    <w:rsid w:val="00C070B7"/>
    <w:rsid w:val="00C0717D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0980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654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D5F82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911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AD4"/>
    <w:rsid w:val="00DA6563"/>
    <w:rsid w:val="00DB0EF7"/>
    <w:rsid w:val="00DC410C"/>
    <w:rsid w:val="00DC4317"/>
    <w:rsid w:val="00DC5EDD"/>
    <w:rsid w:val="00DD03C4"/>
    <w:rsid w:val="00DD45C4"/>
    <w:rsid w:val="00DD5796"/>
    <w:rsid w:val="00DD7FB0"/>
    <w:rsid w:val="00DE002D"/>
    <w:rsid w:val="00DE02C6"/>
    <w:rsid w:val="00DE1337"/>
    <w:rsid w:val="00DE4601"/>
    <w:rsid w:val="00DE4642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6B3D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57285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74D9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3C82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6C5"/>
    <w:rsid w:val="00F10658"/>
    <w:rsid w:val="00F12888"/>
    <w:rsid w:val="00F153B6"/>
    <w:rsid w:val="00F17076"/>
    <w:rsid w:val="00F17EF3"/>
    <w:rsid w:val="00F21F99"/>
    <w:rsid w:val="00F27C04"/>
    <w:rsid w:val="00F30601"/>
    <w:rsid w:val="00F339E8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46C18"/>
    <w:rsid w:val="00F50CCF"/>
    <w:rsid w:val="00F511A7"/>
    <w:rsid w:val="00F55A6A"/>
    <w:rsid w:val="00F55C50"/>
    <w:rsid w:val="00F60DF3"/>
    <w:rsid w:val="00F61246"/>
    <w:rsid w:val="00F62005"/>
    <w:rsid w:val="00F6273B"/>
    <w:rsid w:val="00F6445B"/>
    <w:rsid w:val="00F65513"/>
    <w:rsid w:val="00F65742"/>
    <w:rsid w:val="00F66A37"/>
    <w:rsid w:val="00F72580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C6D6A"/>
    <w:rsid w:val="00FC7654"/>
    <w:rsid w:val="00FD05D5"/>
    <w:rsid w:val="00FD17CF"/>
    <w:rsid w:val="00FD1BA5"/>
    <w:rsid w:val="00FD41D8"/>
    <w:rsid w:val="00FD5321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5C38B45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528C040-483D-4D75-8BE6-B20D45B3F9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0C76FD-F733-4E31-B023-1167A671A444}"/>
</file>

<file path=customXml/itemProps3.xml><?xml version="1.0" encoding="utf-8"?>
<ds:datastoreItem xmlns:ds="http://schemas.openxmlformats.org/officeDocument/2006/customXml" ds:itemID="{296AF965-2D15-4401-A4F7-767F0D422C4A}">
  <ds:schemaRefs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1125</Words>
  <Characters>6562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2023-12-18T14:34:00Z</dcterms:created>
  <dcterms:modified xsi:type="dcterms:W3CDTF">2023-12-18T15:02:00Z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